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35232F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 xml:space="preserve">Ing. </w:t>
      </w:r>
      <w:r w:rsidR="0035232F">
        <w:t>Petr Velecký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lastRenderedPageBreak/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</w:t>
      </w:r>
      <w:r w:rsidR="002E3132">
        <w:t>e provést pro objednatele dodávky</w:t>
      </w:r>
      <w:r w:rsidRPr="002D04E8">
        <w:t>, jehož rozsah a podmínk</w:t>
      </w:r>
      <w:r w:rsidR="009243E5">
        <w:t xml:space="preserve">y provádění jsou specifikovány </w:t>
      </w:r>
      <w:r w:rsidRPr="002D04E8">
        <w:t>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E70CAD" w:rsidRPr="00C55840" w:rsidRDefault="00E70CAD" w:rsidP="00E70CAD">
      <w:pPr>
        <w:jc w:val="center"/>
        <w:rPr>
          <w:rFonts w:cs="Arial"/>
          <w:b/>
          <w:caps/>
          <w:color w:val="0D0D0D"/>
          <w:sz w:val="28"/>
          <w:szCs w:val="28"/>
        </w:rPr>
      </w:pPr>
      <w:r>
        <w:rPr>
          <w:rFonts w:cs="Arial"/>
          <w:b/>
          <w:caps/>
          <w:color w:val="0D0D0D"/>
          <w:sz w:val="28"/>
          <w:szCs w:val="28"/>
        </w:rPr>
        <w:t xml:space="preserve">VYBUDOVÁNÍ TURISTICKÉ ÚtULNY - MARŠOV </w:t>
      </w:r>
    </w:p>
    <w:p w:rsidR="00E06EEF" w:rsidRDefault="0035232F" w:rsidP="00C94434">
      <w:r>
        <w:t xml:space="preserve">         </w:t>
      </w:r>
      <w:r w:rsidR="00361C4F">
        <w:t>(dále jen „</w:t>
      </w:r>
      <w:r w:rsidR="002E3132">
        <w:t>dodávky</w:t>
      </w:r>
      <w:r w:rsidR="004B04C8">
        <w:t>“)</w:t>
      </w:r>
    </w:p>
    <w:p w:rsidR="00093A82" w:rsidRDefault="00093A82" w:rsidP="00C94434">
      <w:pPr>
        <w:ind w:left="0"/>
      </w:pPr>
    </w:p>
    <w:p w:rsidR="00E70CAD" w:rsidRDefault="00E70CAD" w:rsidP="00E70CAD">
      <w:r>
        <w:t>Předmětem veřejné zakázky je vybudování typové turistické útulny v katastru Maršov. Jedná se o malou dřevostavbu pro umístění k turistickým cestám v České republice, nabízející přístřeší pro turisty.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lastRenderedPageBreak/>
        <w:t>Rozsah díla</w:t>
      </w:r>
    </w:p>
    <w:p w:rsidR="002E3132" w:rsidRPr="002E3132" w:rsidRDefault="002E3132" w:rsidP="002E3132">
      <w:pPr>
        <w:pStyle w:val="Zkladntextodsazen2-odrky"/>
      </w:pPr>
      <w:r w:rsidRPr="00CF75F1">
        <w:t xml:space="preserve">Rozsah díla je vymezen </w:t>
      </w:r>
      <w:r>
        <w:t>dokumentací zakázky v rozsahu zadávacího výkazu výměr s uvedenou specifikací dodávek a schématy nábytku pro jednotlivé místnosti.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Default="003F14F0" w:rsidP="00034CF4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EC6B8F" w:rsidRPr="00CF75F1" w:rsidRDefault="00EC6B8F" w:rsidP="00EC6B8F">
      <w:pPr>
        <w:pStyle w:val="Zkladntextodsazen2-odrky"/>
      </w:pPr>
      <w:r w:rsidRPr="00427C96">
        <w:t>Rozsah díla je vymezen dokumentací zakázky zpracovanou</w:t>
      </w:r>
      <w:r>
        <w:t xml:space="preserve"> společností </w:t>
      </w:r>
      <w:r w:rsidRPr="004E0C54">
        <w:t>PassiveArchitecture s.r.o.,</w:t>
      </w:r>
      <w:r>
        <w:t xml:space="preserve"> </w:t>
      </w:r>
      <w:r w:rsidRPr="004E0C54">
        <w:t>Masarykovo náměstí 1232, 686 01 Uherské Hradiště</w:t>
      </w:r>
      <w:r>
        <w:t xml:space="preserve">, </w:t>
      </w:r>
      <w:r w:rsidRPr="004E0C54">
        <w:t>IČ: 04533127</w:t>
      </w:r>
      <w:r>
        <w:t xml:space="preserve"> v srpnu 2025 pojmenovanou jako </w:t>
      </w:r>
      <w:r w:rsidRPr="00427C96">
        <w:t>„</w:t>
      </w:r>
      <w:r>
        <w:t>Interiér kancelářských prostor radnice, Uherský Brod</w:t>
      </w:r>
      <w:r w:rsidRPr="00427C96">
        <w:t>“.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CC365E" w:rsidRPr="00EA0906" w:rsidRDefault="00CC365E" w:rsidP="00CC365E">
      <w:pPr>
        <w:pStyle w:val="Zkladntextodsazen2-odrky"/>
      </w:pPr>
      <w:r w:rsidRPr="00EA0906">
        <w:t xml:space="preserve">Projekt skutečného provedení stavby </w:t>
      </w:r>
      <w:r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CC365E" w:rsidRDefault="00CC365E" w:rsidP="00CC365E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CC365E" w:rsidRDefault="00CC365E" w:rsidP="00CC365E">
      <w:pPr>
        <w:pStyle w:val="Zkladntextodsazen2-odrky"/>
      </w:pPr>
      <w:r>
        <w:t>Zajištění přístupu a příjezdu k pozemkum v zájmovém území po dobu výstavby.</w:t>
      </w:r>
    </w:p>
    <w:p w:rsidR="00CC365E" w:rsidRDefault="00CC365E" w:rsidP="00CC365E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CC365E" w:rsidRDefault="00CC365E" w:rsidP="00CC365E">
      <w:pPr>
        <w:pStyle w:val="Zkladntextodsazen2-odrky"/>
      </w:pPr>
      <w:r>
        <w:lastRenderedPageBreak/>
        <w:t>Zařízení a odstranění zařízení staveniště.</w:t>
      </w:r>
    </w:p>
    <w:p w:rsidR="00CC365E" w:rsidRPr="004B7A40" w:rsidRDefault="00CC365E" w:rsidP="00CC365E">
      <w:pPr>
        <w:pStyle w:val="Zkladntextodsazen2-odrky"/>
      </w:pPr>
      <w:r>
        <w:t>Zajištění vlastního zdroje el. energie</w:t>
      </w:r>
      <w:r w:rsidRPr="004B7A40">
        <w:t xml:space="preserve"> a vody pro potřeby </w:t>
      </w:r>
      <w:r>
        <w:t xml:space="preserve">výstavby </w:t>
      </w:r>
    </w:p>
    <w:p w:rsidR="00CC365E" w:rsidRDefault="00CC365E" w:rsidP="00CC365E">
      <w:pPr>
        <w:pStyle w:val="Zkladntextodsazen2-odrky"/>
      </w:pPr>
      <w:r>
        <w:t>Veškeré práce a dodávky související s bezpečnostními opatřeními na ochranu lidí a majetku.</w:t>
      </w:r>
    </w:p>
    <w:p w:rsidR="00CC365E" w:rsidRDefault="00CC365E" w:rsidP="00CC365E">
      <w:pPr>
        <w:pStyle w:val="Zkladntextodsazen2-odrky"/>
      </w:pPr>
      <w:r>
        <w:t>Zabezpečení předmětu díla během provádění včetně zajištění hrany staveniště proti vloupání</w:t>
      </w:r>
    </w:p>
    <w:p w:rsidR="00CC365E" w:rsidRDefault="00CC365E" w:rsidP="00CC365E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CC365E" w:rsidRDefault="00CC365E" w:rsidP="00CC365E">
      <w:pPr>
        <w:pStyle w:val="Zkladntextodsazen2-odrky"/>
      </w:pPr>
      <w:r>
        <w:t>V</w:t>
      </w:r>
      <w:r w:rsidRPr="00635048">
        <w:t xml:space="preserve">edení stavebního deníku minimálně v rozsahu dle zákona č. </w:t>
      </w:r>
      <w:r>
        <w:rPr>
          <w:rFonts w:cs="Arial"/>
        </w:rPr>
        <w:t>283/2021</w:t>
      </w:r>
      <w:r w:rsidRPr="00635048">
        <w:t xml:space="preserve"> Sb. ve znění pozdějších předpisů a </w:t>
      </w:r>
      <w:r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CC365E" w:rsidRDefault="00CC365E" w:rsidP="00CC365E">
      <w:pPr>
        <w:pStyle w:val="Zkladntextodsazen2-odrky"/>
      </w:pPr>
      <w:r>
        <w:t>Zhotovitel je povinen průběžně ode dne předání staveniště, až do doby protokolárního předání a převzetí díla pořizovat fotodokumentaci postupu stavebních a zejména všech zakrývaných prací.</w:t>
      </w:r>
    </w:p>
    <w:p w:rsidR="00CC365E" w:rsidRPr="00B717B6" w:rsidRDefault="00CC365E" w:rsidP="00CC365E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CC365E" w:rsidRDefault="00CC365E" w:rsidP="00CC365E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CC365E" w:rsidRDefault="00CC365E" w:rsidP="00CC365E">
      <w:pPr>
        <w:pStyle w:val="Zkladntextodsazen2-odrky"/>
      </w:pPr>
      <w:r>
        <w:t>Povinnost u</w:t>
      </w:r>
      <w:r w:rsidRPr="00635048">
        <w:t>možnit provádění kontrolní prohlídky rozestavěné stavby dle §</w:t>
      </w:r>
      <w:r>
        <w:t xml:space="preserve"> 227</w:t>
      </w:r>
      <w:r w:rsidRPr="00635048">
        <w:t xml:space="preserve"> a násl. zákona č.</w:t>
      </w:r>
      <w:r>
        <w:t> </w:t>
      </w:r>
      <w:r>
        <w:rPr>
          <w:rFonts w:cs="Arial"/>
        </w:rPr>
        <w:t>283/2021</w:t>
      </w:r>
      <w:r w:rsidRPr="00635048">
        <w:t xml:space="preserve"> Sb. a</w:t>
      </w:r>
      <w:r>
        <w:t xml:space="preserve"> zajistit účast stavbyvedoucího.</w:t>
      </w:r>
    </w:p>
    <w:p w:rsidR="00CC365E" w:rsidRDefault="00CC365E" w:rsidP="00CC365E">
      <w:pPr>
        <w:pStyle w:val="Zkladntextodsazen2-odrky"/>
      </w:pPr>
      <w:r>
        <w:t xml:space="preserve">Odvoz a uložení vybouraných hmot a stavební suti vč. předložení evidence odpadů a dokladů o jejich využití (přednostně) či likvidaci dle zákona č. </w:t>
      </w:r>
      <w:r w:rsidRPr="00FA25B5">
        <w:t>541/2020 Sb</w:t>
      </w:r>
      <w:r>
        <w:t>.</w:t>
      </w:r>
    </w:p>
    <w:p w:rsidR="00CC365E" w:rsidRDefault="00CC365E" w:rsidP="00CC365E">
      <w:pPr>
        <w:pStyle w:val="Zkladntextodsazen2-odrky"/>
      </w:pPr>
      <w:r>
        <w:t>Odstranění případných závad zjištěných při závěrečné kontrolní prohlídce stavby.</w:t>
      </w:r>
    </w:p>
    <w:p w:rsidR="00CC365E" w:rsidRDefault="00CC365E" w:rsidP="00CC365E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9243E5" w:rsidRDefault="009243E5" w:rsidP="009243E5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lastRenderedPageBreak/>
        <w:t>Podmínky provádění stavby</w:t>
      </w:r>
    </w:p>
    <w:p w:rsidR="003F14F0" w:rsidRDefault="003F14F0" w:rsidP="00034CF4">
      <w:pPr>
        <w:pStyle w:val="Zkladntextodsazen2-odrky"/>
      </w:pPr>
      <w:r w:rsidRPr="00763B68">
        <w:t xml:space="preserve">Zhotovitel je povinen zajistit provádění </w:t>
      </w:r>
      <w:r w:rsidR="007D4648">
        <w:t>dodávek</w:t>
      </w:r>
      <w:r w:rsidRPr="00763B68">
        <w:t xml:space="preserve">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034CF4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034CF4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7D4648" w:rsidRDefault="00382D66" w:rsidP="007D4648">
      <w:pPr>
        <w:pStyle w:val="Zkladntextodsazen2-odrky"/>
        <w:numPr>
          <w:ilvl w:val="0"/>
          <w:numId w:val="0"/>
        </w:numPr>
        <w:ind w:left="567"/>
      </w:pPr>
      <w:r w:rsidRPr="00DD7772">
        <w:t>Dodavatel musí při realizaci respektovat požadavky provozovatele objektu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Pr="004E5078" w:rsidRDefault="003F14F0" w:rsidP="007D464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0A0C33" w:rsidRDefault="00624C39" w:rsidP="004E5078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Default="007D4648" w:rsidP="00525363">
      <w:pPr>
        <w:pStyle w:val="Nadpis2"/>
      </w:pPr>
      <w:r>
        <w:t>Předpokládaná doba</w:t>
      </w:r>
      <w:r w:rsidR="003F14F0" w:rsidRPr="0069310B">
        <w:t xml:space="preserve"> plnění předmětu smlouvy:</w:t>
      </w:r>
    </w:p>
    <w:p w:rsidR="00E70CAD" w:rsidRPr="00E70CAD" w:rsidRDefault="00E70CAD" w:rsidP="00E70CAD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3118"/>
      </w:tblGrid>
      <w:tr w:rsidR="00E70CAD" w:rsidRPr="00785C9D" w:rsidTr="00E70CAD">
        <w:trPr>
          <w:trHeight w:val="340"/>
        </w:trPr>
        <w:tc>
          <w:tcPr>
            <w:tcW w:w="5737" w:type="dxa"/>
            <w:vAlign w:val="center"/>
          </w:tcPr>
          <w:p w:rsidR="00E70CAD" w:rsidRPr="00E70CAD" w:rsidRDefault="00E70CAD" w:rsidP="00E70CAD">
            <w:pPr>
              <w:rPr>
                <w:color w:val="000000"/>
                <w:sz w:val="18"/>
                <w:szCs w:val="18"/>
              </w:rPr>
            </w:pPr>
            <w:r w:rsidRPr="00E70CAD">
              <w:rPr>
                <w:color w:val="000000"/>
                <w:sz w:val="18"/>
                <w:szCs w:val="18"/>
              </w:rPr>
              <w:t>Předpokládaný termín pro zahájení prací - předání staveniště</w:t>
            </w:r>
          </w:p>
        </w:tc>
        <w:tc>
          <w:tcPr>
            <w:tcW w:w="3118" w:type="dxa"/>
            <w:vAlign w:val="center"/>
          </w:tcPr>
          <w:p w:rsidR="00E70CAD" w:rsidRPr="00E70CAD" w:rsidRDefault="00CC365E" w:rsidP="00CC365E">
            <w:pPr>
              <w:ind w:left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 </w:t>
            </w:r>
            <w:r w:rsidR="00F0054F">
              <w:rPr>
                <w:color w:val="000000" w:themeColor="text1"/>
                <w:sz w:val="18"/>
                <w:szCs w:val="18"/>
              </w:rPr>
              <w:t xml:space="preserve"> 01.05.2026</w:t>
            </w:r>
            <w:r w:rsidR="00E70CAD" w:rsidRPr="00E70CAD">
              <w:rPr>
                <w:color w:val="000000" w:themeColor="text1"/>
                <w:sz w:val="18"/>
                <w:szCs w:val="18"/>
              </w:rPr>
              <w:tab/>
            </w:r>
          </w:p>
        </w:tc>
      </w:tr>
      <w:tr w:rsidR="00E70CAD" w:rsidRPr="00785C9D" w:rsidTr="00E70CAD">
        <w:trPr>
          <w:trHeight w:val="340"/>
        </w:trPr>
        <w:tc>
          <w:tcPr>
            <w:tcW w:w="5737" w:type="dxa"/>
            <w:vAlign w:val="center"/>
          </w:tcPr>
          <w:p w:rsidR="00E70CAD" w:rsidRPr="00E70CAD" w:rsidRDefault="00E70CAD" w:rsidP="00E70CAD">
            <w:pPr>
              <w:rPr>
                <w:color w:val="000000"/>
                <w:sz w:val="18"/>
                <w:szCs w:val="18"/>
              </w:rPr>
            </w:pPr>
            <w:r w:rsidRPr="00E70CAD">
              <w:rPr>
                <w:color w:val="000000"/>
                <w:sz w:val="18"/>
                <w:szCs w:val="18"/>
              </w:rPr>
              <w:t>Termín pro dokončení prací a předání dokončeného díla</w:t>
            </w:r>
          </w:p>
        </w:tc>
        <w:tc>
          <w:tcPr>
            <w:tcW w:w="3118" w:type="dxa"/>
            <w:vAlign w:val="center"/>
          </w:tcPr>
          <w:p w:rsidR="00E70CAD" w:rsidRPr="00E70CAD" w:rsidRDefault="00CC365E" w:rsidP="00CC365E">
            <w:pPr>
              <w:ind w:left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  </w:t>
            </w:r>
            <w:r w:rsidR="00E70CAD" w:rsidRPr="00E70CAD">
              <w:rPr>
                <w:color w:val="000000" w:themeColor="text1"/>
                <w:sz w:val="18"/>
                <w:szCs w:val="18"/>
              </w:rPr>
              <w:t>do 5 týdnů od předání staveniště</w:t>
            </w:r>
          </w:p>
        </w:tc>
      </w:tr>
    </w:tbl>
    <w:p w:rsidR="003F14F0" w:rsidRDefault="003F14F0" w:rsidP="00E70CAD">
      <w:pPr>
        <w:ind w:left="0"/>
      </w:pPr>
      <w:r>
        <w:t xml:space="preserve"> </w:t>
      </w:r>
      <w:r>
        <w:tab/>
      </w:r>
    </w:p>
    <w:p w:rsidR="00E70CAD" w:rsidRDefault="00E70CAD" w:rsidP="00E70CAD">
      <w:pPr>
        <w:autoSpaceDE w:val="0"/>
        <w:autoSpaceDN w:val="0"/>
        <w:adjustRightInd w:val="0"/>
        <w:rPr>
          <w:rFonts w:cs="Arial"/>
        </w:rPr>
      </w:pPr>
      <w:r>
        <w:t>Výzva k zahájení činnosti bude zhotoviteli zaslána nejpozději 20 dnů před stanoveným termínem pro předání staveniště a zahájení prací.</w:t>
      </w:r>
    </w:p>
    <w:p w:rsidR="002E7C22" w:rsidRPr="00EC3CF6" w:rsidRDefault="002E7C22" w:rsidP="002E7C22">
      <w:pPr>
        <w:ind w:left="0"/>
      </w:pPr>
    </w:p>
    <w:p w:rsidR="003F14F0" w:rsidRDefault="003F14F0" w:rsidP="007D4648">
      <w:pPr>
        <w:pStyle w:val="Nadpis7"/>
        <w:ind w:left="0"/>
      </w:pPr>
      <w:r>
        <w:lastRenderedPageBreak/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="00E70CAD">
        <w:t>z důvodů okolností vyšší moci.</w:t>
      </w:r>
    </w:p>
    <w:p w:rsidR="003F14F0" w:rsidRDefault="003F14F0" w:rsidP="00034CF4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034CF4">
      <w:pPr>
        <w:pStyle w:val="Zkladntextodsazen2-odrky"/>
      </w:pPr>
      <w:r>
        <w:t xml:space="preserve">Zhotovitel je povinen zahájit práce </w:t>
      </w:r>
      <w:r w:rsidR="002E7C22">
        <w:t>a dodávky</w:t>
      </w:r>
      <w:r w:rsidR="0031553A">
        <w:t xml:space="preserve">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 je povinen dokončit práce </w:t>
      </w:r>
      <w:r w:rsidR="002E7C22">
        <w:t xml:space="preserve">a dodávky </w:t>
      </w:r>
      <w:r>
        <w:t>v době plnění sjednané dle smlouvy.</w:t>
      </w:r>
    </w:p>
    <w:p w:rsidR="003F14F0" w:rsidRDefault="003F14F0" w:rsidP="00034CF4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Pr="002E7C22" w:rsidRDefault="00E70CAD" w:rsidP="00E70CAD">
      <w:pPr>
        <w:pStyle w:val="Zkladntext"/>
        <w:ind w:left="0"/>
      </w:pPr>
      <w:r>
        <w:t xml:space="preserve">            </w:t>
      </w:r>
      <w:r w:rsidR="002E7C22">
        <w:t xml:space="preserve"> </w:t>
      </w:r>
      <w:r>
        <w:t>parcela č. 195,</w:t>
      </w:r>
      <w:r w:rsidRPr="000F743F">
        <w:t xml:space="preserve"> k.ú. </w:t>
      </w:r>
      <w:r>
        <w:t>Maršov.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2E7C22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2E7C22" w:rsidRDefault="002E7C22" w:rsidP="002E7C22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Pr="002E7C22" w:rsidRDefault="009A55DB" w:rsidP="000405DB">
            <w:pPr>
              <w:rPr>
                <w:sz w:val="8"/>
                <w:szCs w:val="8"/>
              </w:rPr>
            </w:pPr>
          </w:p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2E7C22" w:rsidRDefault="003F14F0" w:rsidP="000405DB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bookmarkStart w:id="17" w:name="_GoBack"/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bookmarkEnd w:id="17"/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Pr="002E7C22" w:rsidRDefault="009A55DB" w:rsidP="000405DB">
            <w:pPr>
              <w:rPr>
                <w:sz w:val="8"/>
                <w:szCs w:val="8"/>
              </w:rPr>
            </w:pPr>
          </w:p>
          <w:p w:rsidR="000405DB" w:rsidRDefault="00034CF4" w:rsidP="000405DB">
            <w:r>
              <w:t xml:space="preserve">DPH </w:t>
            </w:r>
            <w:r w:rsidR="00F0300B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2E7C22" w:rsidRDefault="000405DB" w:rsidP="000405DB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2E7C22" w:rsidRDefault="009A55DB" w:rsidP="00525363">
            <w:pPr>
              <w:rPr>
                <w:sz w:val="8"/>
                <w:szCs w:val="8"/>
              </w:rPr>
            </w:pPr>
          </w:p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2E7C22" w:rsidRDefault="009A55DB" w:rsidP="00525363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 xml:space="preserve">Do této ceny je již zahrnuta kupní cena za věci obstarané zhotovitelem pro účely provedení </w:t>
      </w:r>
      <w:r w:rsidR="002E7C22">
        <w:t>dodávek</w:t>
      </w:r>
      <w:r w:rsidRPr="00082FF2">
        <w:t>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>Obě smluvní strany svým podpisem na smlouvě potvrzují, že zhotovitel si prohlédl a prověřil</w:t>
      </w:r>
      <w:r w:rsidR="00F0300B">
        <w:t xml:space="preserve"> rozsah dodávek,</w:t>
      </w:r>
      <w:r>
        <w:t xml:space="preserve">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lastRenderedPageBreak/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lastRenderedPageBreak/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0B42F0" w:rsidRPr="00534164" w:rsidRDefault="00034CF4" w:rsidP="00034CF4">
      <w:pPr>
        <w:pStyle w:val="Zkladntextodsazen2-odrky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</w:t>
      </w:r>
      <w:r>
        <w:t>o objednatel neposkytujeme DIČ.</w:t>
      </w:r>
    </w:p>
    <w:p w:rsidR="00E70CAD" w:rsidRDefault="00E70CAD" w:rsidP="00E70CAD">
      <w:pPr>
        <w:pStyle w:val="Zkladntextodsazen2-odrky"/>
      </w:pPr>
      <w:r w:rsidRPr="00BE71A4">
        <w:t>Nárok na platbu za provedené dílo vzniká po dokončení prací a na základě soupisu skutečně provedených a odsouhlasených prací. Nedílnou součástí faktury musí být soupis zadavatelem potvrzených provedených prací nebo obdobný dokument zakládající oprávněnost fakturace. Platby budou provedeny převodem finančních prostředků na účet dodavatele v termínu min. 30 dnů po předání a odsouhlasení faktury. Termín úhrady se rozumí den odepsání peněžních prostředků z účtu zadavatele</w:t>
      </w:r>
      <w:r>
        <w:t>.</w:t>
      </w:r>
    </w:p>
    <w:p w:rsidR="003F14F0" w:rsidRDefault="003F14F0" w:rsidP="00034CF4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lastRenderedPageBreak/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2E7C22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F0300B">
        <w:rPr>
          <w:b/>
        </w:rPr>
        <w:t>1.5</w:t>
      </w:r>
      <w:r w:rsidR="002553B3">
        <w:rPr>
          <w:b/>
        </w:rPr>
        <w:t>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lastRenderedPageBreak/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F0300B">
        <w:rPr>
          <w:b/>
        </w:rPr>
        <w:t>3</w:t>
      </w:r>
      <w:r w:rsidRPr="00655721">
        <w:rPr>
          <w:b/>
        </w:rPr>
        <w:t>.</w:t>
      </w:r>
      <w:r w:rsidR="00F0300B">
        <w:rPr>
          <w:b/>
        </w:rPr>
        <w:t>0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0300B">
        <w:rPr>
          <w:b/>
        </w:rPr>
        <w:t>2.0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F0300B">
        <w:rPr>
          <w:b/>
        </w:rPr>
        <w:t>2.</w:t>
      </w:r>
      <w:r w:rsidR="00F0300B" w:rsidRPr="00F0300B">
        <w:rPr>
          <w:rStyle w:val="cena"/>
        </w:rPr>
        <w:t>50</w:t>
      </w:r>
      <w:r w:rsidRPr="00F0300B">
        <w:rPr>
          <w:rStyle w:val="cena"/>
        </w:rPr>
        <w:t>0</w:t>
      </w:r>
      <w:r w:rsidRPr="008B0236">
        <w:rPr>
          <w:rStyle w:val="cena"/>
        </w:rPr>
        <w:t xml:space="preserve">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F0300B">
        <w:rPr>
          <w:b/>
        </w:rPr>
        <w:t>1.5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lastRenderedPageBreak/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B20C5B" w:rsidRPr="003D57E7" w:rsidRDefault="00494929" w:rsidP="003D57E7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="003D57E7">
        <w:rPr>
          <w:b/>
        </w:rPr>
        <w:t>00 Kč.</w:t>
      </w: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  <w:r w:rsidR="006C289D">
        <w:t xml:space="preserve"> a montážní prostor</w:t>
      </w:r>
    </w:p>
    <w:p w:rsidR="003F14F0" w:rsidRPr="0069310B" w:rsidRDefault="003F14F0" w:rsidP="00525363">
      <w:pPr>
        <w:pStyle w:val="Nadpis2"/>
      </w:pPr>
      <w:r w:rsidRPr="0069310B">
        <w:t xml:space="preserve">Předání a převzetí </w:t>
      </w:r>
      <w:r w:rsidR="002E7C22">
        <w:t>montážního prostoru</w:t>
      </w:r>
    </w:p>
    <w:p w:rsidR="003F14F0" w:rsidRPr="00210118" w:rsidRDefault="003F14F0" w:rsidP="00034CF4">
      <w:pPr>
        <w:pStyle w:val="Zkladntextodsazen2-odrky"/>
      </w:pPr>
      <w:r>
        <w:t>Objednatel</w:t>
      </w:r>
      <w:r w:rsidR="002E7C22">
        <w:t xml:space="preserve"> je povinen předat zhotoviteli </w:t>
      </w:r>
      <w:r w:rsidR="003D57E7">
        <w:t>staveniště</w:t>
      </w:r>
      <w:r w:rsidR="002E7C22">
        <w:t xml:space="preserve"> prostý</w:t>
      </w:r>
      <w:r>
        <w:t xml:space="preserve">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34CF4">
      <w:pPr>
        <w:pStyle w:val="Zkladntextodsazen2-odrky"/>
      </w:pPr>
      <w:r>
        <w:lastRenderedPageBreak/>
        <w:t xml:space="preserve">O předání a převzetí </w:t>
      </w:r>
      <w:r w:rsidR="003D57E7">
        <w:t>staveniště</w:t>
      </w:r>
      <w:r>
        <w:t xml:space="preserve"> vyhotoví zhotovitel písemný protokol, který obě strany podepíší. Za den předání a převzetí </w:t>
      </w:r>
      <w:r w:rsidR="002E7C22">
        <w:t>prostoru</w:t>
      </w:r>
      <w:r>
        <w:t xml:space="preserve"> se považuje den, kdy dojde k oboustrannému podpisu příslušného protokolu.</w:t>
      </w:r>
    </w:p>
    <w:p w:rsidR="00272DF4" w:rsidRDefault="00272DF4" w:rsidP="00034CF4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</w:t>
      </w:r>
      <w:r w:rsidR="0041092D">
        <w:t>montážního prostoru</w:t>
      </w:r>
    </w:p>
    <w:p w:rsidR="003F14F0" w:rsidRDefault="003F14F0" w:rsidP="00034CF4">
      <w:pPr>
        <w:pStyle w:val="Zkladntextodsazen2-odrky"/>
      </w:pPr>
      <w:r>
        <w:t xml:space="preserve">Zhotovitel je povinen odstranit a vyklidit </w:t>
      </w:r>
      <w:r w:rsidR="003D57E7">
        <w:t>staveniště</w:t>
      </w:r>
      <w:r>
        <w:t xml:space="preserve"> </w:t>
      </w:r>
      <w:r w:rsidR="0041092D">
        <w:t xml:space="preserve">nejpozději </w:t>
      </w:r>
      <w:r w:rsidR="008D0777">
        <w:t xml:space="preserve">v </w:t>
      </w:r>
      <w:r>
        <w:t>d</w:t>
      </w:r>
      <w:r w:rsidR="008D0777">
        <w:t>en</w:t>
      </w:r>
      <w:r>
        <w:t xml:space="preserve"> předání a převzetí díla, pokud se strany nedohodnou jinak.</w:t>
      </w:r>
    </w:p>
    <w:p w:rsidR="003F14F0" w:rsidRDefault="003F14F0" w:rsidP="00034CF4">
      <w:pPr>
        <w:pStyle w:val="Zkladntextodsazen2-odrky"/>
      </w:pPr>
      <w:r>
        <w:t xml:space="preserve">Nevyklidí – li zhotovitel </w:t>
      </w:r>
      <w:r w:rsidR="003D57E7">
        <w:t>staveniště</w:t>
      </w:r>
      <w:r w:rsidR="008D0777">
        <w:t xml:space="preserve"> </w:t>
      </w:r>
      <w:r>
        <w:t>ve sjednaném termínu, je objednatel oprávněn zabezpečit vyklizení třetí osobou a náklady s tím spojené uhradí objednateli zhotovitel.</w:t>
      </w:r>
    </w:p>
    <w:p w:rsidR="003F14F0" w:rsidRDefault="008D0777" w:rsidP="00525363">
      <w:pPr>
        <w:pStyle w:val="Nadpis1"/>
      </w:pPr>
      <w:r>
        <w:t xml:space="preserve">Stavebně montážní </w:t>
      </w:r>
      <w:r w:rsidR="003F14F0">
        <w:t>deník</w:t>
      </w:r>
    </w:p>
    <w:p w:rsidR="003F14F0" w:rsidRDefault="003F14F0" w:rsidP="00034CF4">
      <w:pPr>
        <w:pStyle w:val="Zkladntextodsazen2-odrky"/>
      </w:pPr>
      <w:r>
        <w:t xml:space="preserve">Zhotovitel je povinen vést ode dne předání a převzetí </w:t>
      </w:r>
      <w:r w:rsidR="003D57E7">
        <w:t>staveniště</w:t>
      </w:r>
      <w:r>
        <w:t xml:space="preserve"> o pracích, které provádí, </w:t>
      </w:r>
      <w:r w:rsidR="003D57E7">
        <w:t xml:space="preserve">stavebně </w:t>
      </w:r>
      <w:r w:rsidR="00F0300B">
        <w:t>montážní</w:t>
      </w:r>
      <w:r>
        <w:t xml:space="preserve"> deník.</w:t>
      </w:r>
    </w:p>
    <w:p w:rsidR="003F14F0" w:rsidRDefault="003D57E7" w:rsidP="00034CF4">
      <w:pPr>
        <w:pStyle w:val="Zkladntextodsazen2-odrky"/>
      </w:pPr>
      <w:r>
        <w:t xml:space="preserve">Stavební </w:t>
      </w:r>
      <w:r w:rsidR="003F14F0">
        <w:t>deník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t xml:space="preserve">Do </w:t>
      </w:r>
      <w:r w:rsidR="003D57E7">
        <w:t>stavebního</w:t>
      </w:r>
      <w:r>
        <w:t xml:space="preserve">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lastRenderedPageBreak/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034CF4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034CF4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</w:t>
      </w:r>
      <w:r w:rsidRPr="006E408A">
        <w:lastRenderedPageBreak/>
        <w:t xml:space="preserve">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t xml:space="preserve">Zhotovitel je povinen bez zbytečného odkladu upozornit objednatele na nevhodnou povahu věcí převzatých od objednatele nebo příkazů daných mu objednatelem, jestliže </w:t>
      </w:r>
      <w:r w:rsidR="00DC5895">
        <w:t>zhotovitel mohl tuto nevhodnost</w:t>
      </w:r>
      <w:r>
        <w:t xml:space="preserve"> zjistit při vynaložení potřebné péče.</w:t>
      </w:r>
    </w:p>
    <w:p w:rsidR="003F14F0" w:rsidRDefault="003F14F0" w:rsidP="00034CF4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34CF4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034CF4">
      <w:pPr>
        <w:pStyle w:val="Zkladntextodsazen2-odrky"/>
      </w:pPr>
      <w:r>
        <w:lastRenderedPageBreak/>
        <w:t>Objednatel je pak povinen do 3 dnů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6665C0">
      <w:pPr>
        <w:pStyle w:val="Zkladntextodsazen2"/>
      </w:pPr>
      <w:r>
        <w:t>-</w:t>
      </w:r>
      <w:r>
        <w:tab/>
        <w:t>Doklad o zajištění li</w:t>
      </w:r>
      <w:r w:rsidR="006665C0">
        <w:t>kvidace odpadů dle zákona č. 541</w:t>
      </w:r>
      <w:r>
        <w:t xml:space="preserve">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Osvědčení o jakosti </w:t>
      </w:r>
      <w:r w:rsidR="006665C0">
        <w:t>dodaných</w:t>
      </w:r>
      <w:r>
        <w:t xml:space="preserve">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lastRenderedPageBreak/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 w:rsidR="003D57E7">
        <w:rPr>
          <w:rStyle w:val="cena"/>
        </w:rPr>
        <w:t>36</w:t>
      </w:r>
      <w:r>
        <w:rPr>
          <w:rStyle w:val="cena"/>
        </w:rPr>
        <w:t xml:space="preserve">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034CF4">
      <w:pPr>
        <w:pStyle w:val="Zkladntextodsazen2-odrky"/>
      </w:pPr>
      <w:r>
        <w:t>Vlastníkem díla je</w:t>
      </w:r>
      <w:r w:rsidR="00B67BD9">
        <w:t xml:space="preserve"> po uhrazení plateb za dodávky </w:t>
      </w:r>
      <w:r>
        <w:t>objednatel.</w:t>
      </w:r>
    </w:p>
    <w:p w:rsidR="003F14F0" w:rsidRDefault="003F14F0" w:rsidP="00034CF4">
      <w:pPr>
        <w:pStyle w:val="Zkladntextodsazen2-odrky"/>
      </w:pPr>
      <w:r>
        <w:lastRenderedPageBreak/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lastRenderedPageBreak/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lastRenderedPageBreak/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3D57E7">
              <w:t>/Rxx/26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8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CC365E" w:rsidRDefault="00CC365E" w:rsidP="00D747BA">
      <w:pPr>
        <w:pStyle w:val="podpisysmlouva"/>
        <w:ind w:left="0"/>
      </w:pPr>
    </w:p>
    <w:p w:rsidR="006C289D" w:rsidRDefault="006C289D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19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19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3677D">
        <w:t>Miroslav Polášek</w:t>
      </w:r>
    </w:p>
    <w:p w:rsidR="00391276" w:rsidRDefault="00222A5C" w:rsidP="00222A5C">
      <w:pPr>
        <w:tabs>
          <w:tab w:val="clear" w:pos="1985"/>
        </w:tabs>
      </w:pPr>
      <w:bookmarkStart w:id="20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0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9243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CAD" w:rsidRDefault="00E70CAD" w:rsidP="00525363">
      <w:r>
        <w:separator/>
      </w:r>
    </w:p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 w:rsidP="00FA25B5"/>
    <w:p w:rsidR="00E70CAD" w:rsidRDefault="00E70CAD" w:rsidP="00FA25B5"/>
    <w:p w:rsidR="00E70CAD" w:rsidRDefault="00E70CAD"/>
    <w:p w:rsidR="00E70CAD" w:rsidRDefault="00E70CAD"/>
    <w:p w:rsidR="00E70CAD" w:rsidRDefault="00E70CAD"/>
    <w:p w:rsidR="00E70CAD" w:rsidRDefault="00E70CAD" w:rsidP="00943E03"/>
    <w:p w:rsidR="00E70CAD" w:rsidRDefault="00E70CAD"/>
    <w:p w:rsidR="00E70CAD" w:rsidRDefault="00E70CAD"/>
  </w:endnote>
  <w:endnote w:type="continuationSeparator" w:id="0">
    <w:p w:rsidR="00E70CAD" w:rsidRDefault="00E70CAD" w:rsidP="00525363">
      <w:r>
        <w:continuationSeparator/>
      </w:r>
    </w:p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 w:rsidP="00FA25B5"/>
    <w:p w:rsidR="00E70CAD" w:rsidRDefault="00E70CAD" w:rsidP="00FA25B5"/>
    <w:p w:rsidR="00E70CAD" w:rsidRDefault="00E70CAD"/>
    <w:p w:rsidR="00E70CAD" w:rsidRDefault="00E70CAD"/>
    <w:p w:rsidR="00E70CAD" w:rsidRDefault="00E70CAD"/>
    <w:p w:rsidR="00E70CAD" w:rsidRDefault="00E70CAD" w:rsidP="00943E03"/>
    <w:p w:rsidR="00E70CAD" w:rsidRDefault="00E70CAD"/>
    <w:p w:rsidR="00E70CAD" w:rsidRDefault="00E70C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CAD" w:rsidRDefault="00E70CAD" w:rsidP="00525363">
    <w:pPr>
      <w:pStyle w:val="Zpat"/>
    </w:pPr>
  </w:p>
  <w:p w:rsidR="00E70CAD" w:rsidRDefault="00E70CAD" w:rsidP="00525363"/>
  <w:p w:rsidR="00E70CAD" w:rsidRDefault="00E70CAD" w:rsidP="00525363"/>
  <w:p w:rsidR="00E70CAD" w:rsidRDefault="00E70CAD" w:rsidP="00525363"/>
  <w:p w:rsidR="00E70CAD" w:rsidRDefault="00E70CAD" w:rsidP="00525363"/>
  <w:p w:rsidR="00E70CAD" w:rsidRDefault="00E70CAD" w:rsidP="00525363"/>
  <w:p w:rsidR="00E70CAD" w:rsidRDefault="00E70CAD" w:rsidP="00525363"/>
  <w:p w:rsidR="00E70CAD" w:rsidRDefault="00E70CAD" w:rsidP="00525363"/>
  <w:p w:rsidR="00E70CAD" w:rsidRDefault="00E70CAD"/>
  <w:p w:rsidR="00E70CAD" w:rsidRDefault="00E70CAD"/>
  <w:p w:rsidR="00E70CAD" w:rsidRDefault="00E70CAD"/>
  <w:p w:rsidR="00E70CAD" w:rsidRDefault="00E70CAD"/>
  <w:p w:rsidR="00E70CAD" w:rsidRDefault="00E70CAD"/>
  <w:p w:rsidR="00E70CAD" w:rsidRDefault="00E70CAD"/>
  <w:p w:rsidR="00E70CAD" w:rsidRDefault="00E70CAD"/>
  <w:p w:rsidR="00E70CAD" w:rsidRDefault="00E70CAD" w:rsidP="00FA25B5"/>
  <w:p w:rsidR="00E70CAD" w:rsidRDefault="00E70CAD" w:rsidP="00FA25B5"/>
  <w:p w:rsidR="00E70CAD" w:rsidRDefault="00E70CAD"/>
  <w:p w:rsidR="00E70CAD" w:rsidRDefault="00E70CAD"/>
  <w:p w:rsidR="00E70CAD" w:rsidRDefault="00E70CAD"/>
  <w:p w:rsidR="00E70CAD" w:rsidRDefault="00E70CAD" w:rsidP="00943E03"/>
  <w:p w:rsidR="00E70CAD" w:rsidRDefault="00E70CAD"/>
  <w:p w:rsidR="00E70CAD" w:rsidRDefault="00E70C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CAD" w:rsidRDefault="00E70CAD" w:rsidP="009243E5">
    <w:pPr>
      <w:pStyle w:val="Zpat"/>
      <w:ind w:left="0"/>
    </w:pPr>
  </w:p>
  <w:p w:rsidR="00E70CAD" w:rsidRPr="00312A9D" w:rsidRDefault="00E70CAD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E70CAD" w:rsidRPr="009243E5" w:rsidRDefault="00E70CAD" w:rsidP="009243E5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Vybudování turistické útulny – Maršov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F0054F">
      <w:rPr>
        <w:noProof/>
        <w:sz w:val="14"/>
        <w:szCs w:val="14"/>
      </w:rPr>
      <w:t>3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F0054F">
      <w:rPr>
        <w:noProof/>
        <w:sz w:val="14"/>
        <w:szCs w:val="14"/>
      </w:rPr>
      <w:t>11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CAD" w:rsidRDefault="00E70CAD" w:rsidP="00525363">
      <w:r>
        <w:separator/>
      </w:r>
    </w:p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 w:rsidP="00FA25B5"/>
    <w:p w:rsidR="00E70CAD" w:rsidRDefault="00E70CAD" w:rsidP="00FA25B5"/>
    <w:p w:rsidR="00E70CAD" w:rsidRDefault="00E70CAD"/>
    <w:p w:rsidR="00E70CAD" w:rsidRDefault="00E70CAD"/>
    <w:p w:rsidR="00E70CAD" w:rsidRDefault="00E70CAD"/>
    <w:p w:rsidR="00E70CAD" w:rsidRDefault="00E70CAD" w:rsidP="00943E03"/>
    <w:p w:rsidR="00E70CAD" w:rsidRDefault="00E70CAD"/>
    <w:p w:rsidR="00E70CAD" w:rsidRDefault="00E70CAD"/>
  </w:footnote>
  <w:footnote w:type="continuationSeparator" w:id="0">
    <w:p w:rsidR="00E70CAD" w:rsidRDefault="00E70CAD" w:rsidP="00525363">
      <w:r>
        <w:continuationSeparator/>
      </w:r>
    </w:p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 w:rsidP="00525363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/>
    <w:p w:rsidR="00E70CAD" w:rsidRDefault="00E70CAD" w:rsidP="00FA25B5"/>
    <w:p w:rsidR="00E70CAD" w:rsidRDefault="00E70CAD" w:rsidP="00FA25B5"/>
    <w:p w:rsidR="00E70CAD" w:rsidRDefault="00E70CAD"/>
    <w:p w:rsidR="00E70CAD" w:rsidRDefault="00E70CAD"/>
    <w:p w:rsidR="00E70CAD" w:rsidRDefault="00E70CAD"/>
    <w:p w:rsidR="00E70CAD" w:rsidRDefault="00E70CAD" w:rsidP="00943E03"/>
    <w:p w:rsidR="00E70CAD" w:rsidRDefault="00E70CAD"/>
    <w:p w:rsidR="00E70CAD" w:rsidRDefault="00E70C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CAD" w:rsidRDefault="00E70CAD" w:rsidP="00525363">
    <w:pPr>
      <w:pStyle w:val="Zhlav"/>
    </w:pPr>
  </w:p>
  <w:p w:rsidR="00E70CAD" w:rsidRDefault="00E70CAD" w:rsidP="00525363"/>
  <w:p w:rsidR="00E70CAD" w:rsidRDefault="00E70CAD" w:rsidP="00525363"/>
  <w:p w:rsidR="00E70CAD" w:rsidRDefault="00E70CAD" w:rsidP="00525363"/>
  <w:p w:rsidR="00E70CAD" w:rsidRDefault="00E70CAD" w:rsidP="00525363"/>
  <w:p w:rsidR="00E70CAD" w:rsidRDefault="00E70CAD" w:rsidP="00525363"/>
  <w:p w:rsidR="00E70CAD" w:rsidRDefault="00E70CAD" w:rsidP="00525363"/>
  <w:p w:rsidR="00E70CAD" w:rsidRDefault="00E70CAD" w:rsidP="00525363"/>
  <w:p w:rsidR="00E70CAD" w:rsidRDefault="00E70CAD"/>
  <w:p w:rsidR="00E70CAD" w:rsidRDefault="00E70CAD"/>
  <w:p w:rsidR="00E70CAD" w:rsidRDefault="00E70CAD"/>
  <w:p w:rsidR="00E70CAD" w:rsidRDefault="00E70CAD"/>
  <w:p w:rsidR="00E70CAD" w:rsidRDefault="00E70CAD"/>
  <w:p w:rsidR="00E70CAD" w:rsidRDefault="00E70CAD"/>
  <w:p w:rsidR="00E70CAD" w:rsidRDefault="00E70CAD"/>
  <w:p w:rsidR="00E70CAD" w:rsidRDefault="00E70CAD" w:rsidP="00FA25B5"/>
  <w:p w:rsidR="00E70CAD" w:rsidRDefault="00E70CAD" w:rsidP="00FA25B5"/>
  <w:p w:rsidR="00E70CAD" w:rsidRDefault="00E70CAD"/>
  <w:p w:rsidR="00E70CAD" w:rsidRDefault="00E70CAD"/>
  <w:p w:rsidR="00E70CAD" w:rsidRDefault="00E70CAD"/>
  <w:p w:rsidR="00E70CAD" w:rsidRDefault="00E70CAD" w:rsidP="00943E03"/>
  <w:p w:rsidR="00E70CAD" w:rsidRDefault="00E70CAD"/>
  <w:p w:rsidR="00E70CAD" w:rsidRDefault="00E70C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CAD" w:rsidRDefault="00E70CAD" w:rsidP="00034CF4">
    <w:pPr>
      <w:ind w:left="0"/>
    </w:pPr>
  </w:p>
  <w:p w:rsidR="00E70CAD" w:rsidRDefault="00E70CAD"/>
  <w:p w:rsidR="00E70CAD" w:rsidRDefault="00E70CA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CAD" w:rsidRPr="005C179D" w:rsidRDefault="00E70CAD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5" name="Obrázek 5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70CAD" w:rsidRDefault="00E70CAD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cumentProtection w:edit="forms" w:enforcement="1" w:cryptProviderType="rsaAES" w:cryptAlgorithmClass="hash" w:cryptAlgorithmType="typeAny" w:cryptAlgorithmSid="14" w:cryptSpinCount="100000" w:hash="4gi/yW3tXFN9TcT5TT5S7ziMCij6SHKDHb0/tVHt8wmKDzplApQio2Zks2wq0t7ymv0exvyMT/ysLDqULr7x5w==" w:salt="c7BXq1Bi8h4citr59UBFug==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1A03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E3132"/>
    <w:rsid w:val="002E7C22"/>
    <w:rsid w:val="00302FD3"/>
    <w:rsid w:val="00312A9D"/>
    <w:rsid w:val="0031553A"/>
    <w:rsid w:val="0033060D"/>
    <w:rsid w:val="00331362"/>
    <w:rsid w:val="00335B2B"/>
    <w:rsid w:val="003475A1"/>
    <w:rsid w:val="003522B0"/>
    <w:rsid w:val="0035232F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57E7"/>
    <w:rsid w:val="003D786E"/>
    <w:rsid w:val="003E09CA"/>
    <w:rsid w:val="003E1DA5"/>
    <w:rsid w:val="003F022C"/>
    <w:rsid w:val="003F14F0"/>
    <w:rsid w:val="00401C9A"/>
    <w:rsid w:val="0041092D"/>
    <w:rsid w:val="00410A8B"/>
    <w:rsid w:val="00460A78"/>
    <w:rsid w:val="004709F4"/>
    <w:rsid w:val="00476E1F"/>
    <w:rsid w:val="00484F46"/>
    <w:rsid w:val="00494929"/>
    <w:rsid w:val="004B04C8"/>
    <w:rsid w:val="004B2A8A"/>
    <w:rsid w:val="004E507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665C0"/>
    <w:rsid w:val="0067539C"/>
    <w:rsid w:val="00682687"/>
    <w:rsid w:val="0068707D"/>
    <w:rsid w:val="00687E57"/>
    <w:rsid w:val="00693A25"/>
    <w:rsid w:val="00696A4F"/>
    <w:rsid w:val="006A7FE0"/>
    <w:rsid w:val="006B25DE"/>
    <w:rsid w:val="006C289D"/>
    <w:rsid w:val="006E66A3"/>
    <w:rsid w:val="00704668"/>
    <w:rsid w:val="00715C6B"/>
    <w:rsid w:val="0072355A"/>
    <w:rsid w:val="0073677D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4648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D0777"/>
    <w:rsid w:val="008E14AA"/>
    <w:rsid w:val="00905B99"/>
    <w:rsid w:val="009243E5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67BD9"/>
    <w:rsid w:val="00B73181"/>
    <w:rsid w:val="00B768C5"/>
    <w:rsid w:val="00B860D0"/>
    <w:rsid w:val="00B96121"/>
    <w:rsid w:val="00BB1F66"/>
    <w:rsid w:val="00BF1E9C"/>
    <w:rsid w:val="00BF5775"/>
    <w:rsid w:val="00C03C32"/>
    <w:rsid w:val="00C03D4F"/>
    <w:rsid w:val="00C23BA6"/>
    <w:rsid w:val="00C252E7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365E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5895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5C0"/>
    <w:rsid w:val="00E277D5"/>
    <w:rsid w:val="00E32550"/>
    <w:rsid w:val="00E32869"/>
    <w:rsid w:val="00E36A64"/>
    <w:rsid w:val="00E4064D"/>
    <w:rsid w:val="00E54AFB"/>
    <w:rsid w:val="00E70CAD"/>
    <w:rsid w:val="00E73B09"/>
    <w:rsid w:val="00E96B28"/>
    <w:rsid w:val="00EA60A8"/>
    <w:rsid w:val="00EB0F45"/>
    <w:rsid w:val="00EC3BE4"/>
    <w:rsid w:val="00EC3CF6"/>
    <w:rsid w:val="00EC6B8F"/>
    <w:rsid w:val="00ED3CF6"/>
    <w:rsid w:val="00EE2444"/>
    <w:rsid w:val="00EF26F7"/>
    <w:rsid w:val="00F0054F"/>
    <w:rsid w:val="00F01398"/>
    <w:rsid w:val="00F0254B"/>
    <w:rsid w:val="00F0300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F0237-D426-489E-9CDA-329F0868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49903EB4</Template>
  <TotalTime>1431</TotalTime>
  <Pages>11</Pages>
  <Words>5127</Words>
  <Characters>30254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95</cp:revision>
  <cp:lastPrinted>2021-01-05T12:18:00Z</cp:lastPrinted>
  <dcterms:created xsi:type="dcterms:W3CDTF">2018-03-07T15:51:00Z</dcterms:created>
  <dcterms:modified xsi:type="dcterms:W3CDTF">2026-01-27T06:07:00Z</dcterms:modified>
</cp:coreProperties>
</file>